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Default="0027766E">
      <w:pPr>
        <w:rPr>
          <w:b/>
        </w:rPr>
      </w:pPr>
      <w:r w:rsidRPr="0027766E">
        <w:rPr>
          <w:b/>
        </w:rPr>
        <w:t>Studio Portfolio Assessment</w:t>
      </w:r>
    </w:p>
    <w:p w:rsidR="0027766E" w:rsidRDefault="0027766E">
      <w:r w:rsidRPr="0027766E">
        <w:t>Part 1 - Evidence of experimentation and development</w:t>
      </w:r>
    </w:p>
    <w:p w:rsidR="00805451" w:rsidRPr="0027766E" w:rsidRDefault="008054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27766E" w:rsidTr="0027766E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27766E" w:rsidRPr="0027766E" w:rsidRDefault="0027766E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27766E" w:rsidRDefault="0027766E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DC412A" w:rsidTr="00287BD2">
        <w:trPr>
          <w:trHeight w:val="7270"/>
        </w:trPr>
        <w:tc>
          <w:tcPr>
            <w:tcW w:w="7308" w:type="dxa"/>
            <w:vMerge w:val="restart"/>
          </w:tcPr>
          <w:p w:rsidR="00DC412A" w:rsidRDefault="00DC412A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DC412A" w:rsidRDefault="00DC412A">
            <w:pPr>
              <w:rPr>
                <w:b/>
              </w:rPr>
            </w:pPr>
          </w:p>
        </w:tc>
      </w:tr>
      <w:tr w:rsidR="00DC412A" w:rsidTr="00BD0C2A">
        <w:trPr>
          <w:trHeight w:val="456"/>
        </w:trPr>
        <w:tc>
          <w:tcPr>
            <w:tcW w:w="7308" w:type="dxa"/>
            <w:vMerge/>
          </w:tcPr>
          <w:p w:rsidR="00DC412A" w:rsidRDefault="00DC412A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DC412A" w:rsidRPr="00BD0C2A" w:rsidRDefault="00BD0C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DC412A" w:rsidTr="00BD0C2A">
        <w:trPr>
          <w:trHeight w:val="456"/>
        </w:trPr>
        <w:tc>
          <w:tcPr>
            <w:tcW w:w="7308" w:type="dxa"/>
            <w:vMerge/>
          </w:tcPr>
          <w:p w:rsidR="00DC412A" w:rsidRDefault="00DC412A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DC412A" w:rsidRPr="00BD0C2A" w:rsidRDefault="00DC412A" w:rsidP="00BD0C2A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27766E" w:rsidRDefault="0027766E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27766E" w:rsidRDefault="0027766E">
      <w:pPr>
        <w:rPr>
          <w:b/>
        </w:rPr>
      </w:pPr>
    </w:p>
    <w:p w:rsidR="001A5744" w:rsidRDefault="001A5744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E43A98" w:rsidRDefault="00E43A9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1A5744" w:rsidRDefault="001A5744">
      <w:pPr>
        <w:rPr>
          <w:b/>
        </w:rPr>
      </w:pPr>
    </w:p>
    <w:p w:rsidR="005F3E7F" w:rsidRDefault="005F3E7F" w:rsidP="005F3E7F"/>
    <w:p w:rsidR="00C3550A" w:rsidRDefault="00C3550A" w:rsidP="005F3E7F"/>
    <w:p w:rsidR="00805451" w:rsidRDefault="00805451" w:rsidP="005F3E7F"/>
    <w:p w:rsidR="00805451" w:rsidRDefault="00805451" w:rsidP="005F3E7F"/>
    <w:p w:rsidR="00805451" w:rsidRDefault="00805451" w:rsidP="005F3E7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077C89" w:rsidRDefault="00077C89">
      <w:pPr>
        <w:rPr>
          <w:b/>
        </w:rPr>
      </w:pPr>
    </w:p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C3550A" w:rsidRDefault="00C3550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p w:rsidR="00805451" w:rsidRDefault="008054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2436"/>
        <w:gridCol w:w="2436"/>
        <w:gridCol w:w="2436"/>
      </w:tblGrid>
      <w:tr w:rsidR="00C3550A" w:rsidTr="00AB1ED9">
        <w:trPr>
          <w:trHeight w:val="578"/>
        </w:trPr>
        <w:tc>
          <w:tcPr>
            <w:tcW w:w="7308" w:type="dxa"/>
            <w:shd w:val="clear" w:color="auto" w:fill="FABF8F" w:themeFill="accent6" w:themeFillTint="99"/>
          </w:tcPr>
          <w:p w:rsidR="00C3550A" w:rsidRPr="0027766E" w:rsidRDefault="00C3550A" w:rsidP="00AB1ED9">
            <w:r w:rsidRPr="0027766E">
              <w:t xml:space="preserve">Place a picture of your evidence here - may include workbook pages, models, successful and failed experiments, etc. </w:t>
            </w:r>
            <w:r w:rsidRPr="0027766E">
              <w:rPr>
                <w:b/>
              </w:rPr>
              <w:t>This should include all of the final studio works you made.</w:t>
            </w:r>
          </w:p>
        </w:tc>
        <w:tc>
          <w:tcPr>
            <w:tcW w:w="7308" w:type="dxa"/>
            <w:gridSpan w:val="3"/>
            <w:shd w:val="clear" w:color="auto" w:fill="B2A1C7" w:themeFill="accent4" w:themeFillTint="99"/>
          </w:tcPr>
          <w:p w:rsidR="00C3550A" w:rsidRDefault="00C3550A" w:rsidP="00AB1ED9">
            <w:pPr>
              <w:rPr>
                <w:b/>
              </w:rPr>
            </w:pPr>
            <w:r w:rsidRPr="0027766E">
              <w:t>Write a brief description of what this evidence is</w:t>
            </w:r>
            <w:r>
              <w:rPr>
                <w:b/>
              </w:rPr>
              <w:t xml:space="preserve"> and what you learned from it.</w:t>
            </w:r>
          </w:p>
        </w:tc>
      </w:tr>
      <w:tr w:rsidR="00C3550A" w:rsidTr="00AB1ED9">
        <w:trPr>
          <w:trHeight w:val="7270"/>
        </w:trPr>
        <w:tc>
          <w:tcPr>
            <w:tcW w:w="7308" w:type="dxa"/>
            <w:vMerge w:val="restart"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7308" w:type="dxa"/>
            <w:gridSpan w:val="3"/>
          </w:tcPr>
          <w:p w:rsidR="00C3550A" w:rsidRDefault="00C3550A" w:rsidP="00AB1ED9">
            <w:pPr>
              <w:rPr>
                <w:b/>
              </w:rPr>
            </w:pP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This shows evidence for...</w:t>
            </w:r>
          </w:p>
        </w:tc>
        <w:tc>
          <w:tcPr>
            <w:tcW w:w="2436" w:type="dxa"/>
            <w:shd w:val="clear" w:color="auto" w:fill="FDE9D9" w:themeFill="accent6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Develop Craft</w:t>
            </w:r>
          </w:p>
        </w:tc>
        <w:tc>
          <w:tcPr>
            <w:tcW w:w="2436" w:type="dxa"/>
            <w:shd w:val="clear" w:color="auto" w:fill="DAEEF3" w:themeFill="accent5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Stretch &amp; Explore</w:t>
            </w:r>
          </w:p>
        </w:tc>
      </w:tr>
      <w:tr w:rsidR="00C3550A" w:rsidTr="00AB1ED9">
        <w:trPr>
          <w:trHeight w:val="456"/>
        </w:trPr>
        <w:tc>
          <w:tcPr>
            <w:tcW w:w="7308" w:type="dxa"/>
            <w:vMerge/>
          </w:tcPr>
          <w:p w:rsidR="00C3550A" w:rsidRDefault="00C3550A" w:rsidP="00AB1ED9">
            <w:pPr>
              <w:rPr>
                <w:b/>
              </w:rPr>
            </w:pPr>
          </w:p>
        </w:tc>
        <w:tc>
          <w:tcPr>
            <w:tcW w:w="2436" w:type="dxa"/>
            <w:shd w:val="clear" w:color="auto" w:fill="E5DFEC" w:themeFill="accent4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Envision</w:t>
            </w:r>
          </w:p>
        </w:tc>
        <w:tc>
          <w:tcPr>
            <w:tcW w:w="2436" w:type="dxa"/>
            <w:shd w:val="clear" w:color="auto" w:fill="EAF1DD" w:themeFill="accent3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Express</w:t>
            </w:r>
          </w:p>
        </w:tc>
        <w:tc>
          <w:tcPr>
            <w:tcW w:w="2436" w:type="dxa"/>
            <w:shd w:val="clear" w:color="auto" w:fill="C6D9F1" w:themeFill="text2" w:themeFillTint="33"/>
            <w:vAlign w:val="center"/>
          </w:tcPr>
          <w:p w:rsidR="00C3550A" w:rsidRPr="00BD0C2A" w:rsidRDefault="00C3550A" w:rsidP="00AB1ED9">
            <w:pPr>
              <w:jc w:val="center"/>
              <w:rPr>
                <w:sz w:val="20"/>
                <w:szCs w:val="20"/>
              </w:rPr>
            </w:pPr>
            <w:r w:rsidRPr="00BD0C2A">
              <w:rPr>
                <w:sz w:val="20"/>
                <w:szCs w:val="20"/>
              </w:rPr>
              <w:t>Engage &amp; Persist</w:t>
            </w:r>
          </w:p>
        </w:tc>
      </w:tr>
    </w:tbl>
    <w:p w:rsidR="00E43A98" w:rsidRDefault="00E43A98">
      <w:pPr>
        <w:rPr>
          <w:b/>
        </w:rPr>
      </w:pPr>
    </w:p>
    <w:p w:rsidR="00BB4C28" w:rsidRDefault="00BB4C28" w:rsidP="00BB4C28">
      <w:pPr>
        <w:rPr>
          <w:b/>
        </w:rPr>
      </w:pPr>
      <w:r>
        <w:rPr>
          <w:b/>
        </w:rPr>
        <w:t xml:space="preserve">Part 2 - Finished Studio Work Assessment </w:t>
      </w:r>
    </w:p>
    <w:p w:rsidR="0066506D" w:rsidRDefault="0066506D" w:rsidP="00BB4C2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BB4C28" w:rsidTr="00053C2E">
        <w:tc>
          <w:tcPr>
            <w:tcW w:w="14616" w:type="dxa"/>
            <w:gridSpan w:val="2"/>
            <w:shd w:val="clear" w:color="auto" w:fill="C2D69B" w:themeFill="accent3" w:themeFillTint="99"/>
          </w:tcPr>
          <w:p w:rsidR="00BB4C28" w:rsidRDefault="00BB4C28" w:rsidP="00053C2E">
            <w:pPr>
              <w:rPr>
                <w:b/>
              </w:rPr>
            </w:pPr>
            <w:r w:rsidRPr="001A5744">
              <w:t xml:space="preserve">Place </w:t>
            </w:r>
            <w:proofErr w:type="spellStart"/>
            <w:r w:rsidRPr="001A5744">
              <w:t>pics</w:t>
            </w:r>
            <w:proofErr w:type="spellEnd"/>
            <w:r w:rsidRPr="001A5744">
              <w:t xml:space="preserve"> of the work you choose as your most effective here</w:t>
            </w:r>
            <w:r>
              <w:rPr>
                <w:b/>
              </w:rPr>
              <w:t xml:space="preserve"> - for 2D work give a full and detail shot - 3D show two views</w:t>
            </w:r>
          </w:p>
        </w:tc>
      </w:tr>
      <w:tr w:rsidR="00BB4C28" w:rsidTr="00053C2E">
        <w:trPr>
          <w:trHeight w:val="9692"/>
        </w:trPr>
        <w:tc>
          <w:tcPr>
            <w:tcW w:w="7308" w:type="dxa"/>
          </w:tcPr>
          <w:p w:rsidR="00BB4C28" w:rsidRDefault="00BB4C28" w:rsidP="00053C2E">
            <w:pPr>
              <w:rPr>
                <w:b/>
              </w:rPr>
            </w:pPr>
          </w:p>
        </w:tc>
        <w:tc>
          <w:tcPr>
            <w:tcW w:w="7308" w:type="dxa"/>
          </w:tcPr>
          <w:p w:rsidR="00BB4C28" w:rsidRDefault="00BB4C28" w:rsidP="00053C2E">
            <w:pPr>
              <w:rPr>
                <w:b/>
              </w:rPr>
            </w:pPr>
          </w:p>
        </w:tc>
      </w:tr>
    </w:tbl>
    <w:p w:rsidR="00BB4C28" w:rsidRDefault="00BB4C28">
      <w:pPr>
        <w:rPr>
          <w:b/>
        </w:rPr>
      </w:pPr>
    </w:p>
    <w:p w:rsidR="00837E98" w:rsidRDefault="00837E98">
      <w:pPr>
        <w:rPr>
          <w:b/>
        </w:rPr>
      </w:pPr>
    </w:p>
    <w:p w:rsidR="00837E98" w:rsidRDefault="00837E98">
      <w:pPr>
        <w:rPr>
          <w:b/>
        </w:rPr>
      </w:pPr>
    </w:p>
    <w:p w:rsidR="00837E98" w:rsidRDefault="00837E98">
      <w:pPr>
        <w:rPr>
          <w:b/>
        </w:rPr>
      </w:pPr>
    </w:p>
    <w:p w:rsidR="00C3550A" w:rsidRDefault="00C3550A">
      <w:pPr>
        <w:rPr>
          <w:b/>
        </w:rPr>
      </w:pPr>
      <w:r>
        <w:rPr>
          <w:b/>
        </w:rPr>
        <w:t>Reflect</w:t>
      </w:r>
      <w:r w:rsidR="00912575">
        <w:rPr>
          <w:b/>
        </w:rPr>
        <w:t xml:space="preserve"> - Make sure your response is </w:t>
      </w:r>
      <w:r w:rsidR="0066506D">
        <w:rPr>
          <w:b/>
        </w:rPr>
        <w:t>concise and to the point t</w:t>
      </w:r>
      <w:r w:rsidR="00227DF4">
        <w:rPr>
          <w:b/>
        </w:rPr>
        <w:t xml:space="preserve">o show your full understanding of the </w:t>
      </w:r>
      <w:r w:rsidR="0066506D">
        <w:rPr>
          <w:b/>
        </w:rPr>
        <w:t xml:space="preserve">concepts in </w:t>
      </w:r>
      <w:r w:rsidR="00227DF4">
        <w:rPr>
          <w:b/>
        </w:rPr>
        <w:t>question.</w:t>
      </w:r>
    </w:p>
    <w:p w:rsidR="00805451" w:rsidRDefault="00805451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6"/>
      </w:tblGrid>
      <w:tr w:rsidR="00C3550A" w:rsidTr="0066506D">
        <w:trPr>
          <w:trHeight w:val="1584"/>
        </w:trPr>
        <w:tc>
          <w:tcPr>
            <w:tcW w:w="14616" w:type="dxa"/>
            <w:shd w:val="clear" w:color="auto" w:fill="DBE5F1" w:themeFill="accent1" w:themeFillTint="33"/>
          </w:tcPr>
          <w:p w:rsidR="00C3550A" w:rsidRDefault="00C3550A">
            <w:pPr>
              <w:rPr>
                <w:b/>
              </w:rPr>
            </w:pPr>
          </w:p>
          <w:p w:rsidR="0007391F" w:rsidRPr="007C12C5" w:rsidRDefault="0007391F" w:rsidP="0007391F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What types of artistic ideas are possible to express through abstraction</w:t>
            </w:r>
            <w:r w:rsidRPr="007C12C5">
              <w:rPr>
                <w:bCs/>
                <w:sz w:val="24"/>
                <w:szCs w:val="24"/>
              </w:rPr>
              <w:t>?</w:t>
            </w:r>
            <w:r>
              <w:rPr>
                <w:bCs/>
                <w:sz w:val="24"/>
                <w:szCs w:val="24"/>
              </w:rPr>
              <w:t xml:space="preserve"> Analyze how the various formal elements (line, color, shape, etc.) in the painting you chose for Part 2 work together to express the Big Idea of your theme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>?</w:t>
            </w:r>
          </w:p>
          <w:p w:rsidR="0007391F" w:rsidRDefault="0007391F">
            <w:pPr>
              <w:rPr>
                <w:b/>
              </w:rPr>
            </w:pPr>
          </w:p>
        </w:tc>
      </w:tr>
      <w:tr w:rsidR="00C3550A" w:rsidTr="00C3550A">
        <w:trPr>
          <w:trHeight w:val="7348"/>
        </w:trPr>
        <w:tc>
          <w:tcPr>
            <w:tcW w:w="14616" w:type="dxa"/>
          </w:tcPr>
          <w:p w:rsidR="00C3550A" w:rsidRDefault="00C3550A">
            <w:pPr>
              <w:rPr>
                <w:b/>
              </w:rPr>
            </w:pPr>
          </w:p>
        </w:tc>
      </w:tr>
    </w:tbl>
    <w:p w:rsidR="00C3550A" w:rsidRDefault="00C3550A">
      <w:pPr>
        <w:rPr>
          <w:b/>
        </w:rPr>
      </w:pPr>
    </w:p>
    <w:p w:rsidR="00C3550A" w:rsidRDefault="00C3550A">
      <w:pPr>
        <w:rPr>
          <w:b/>
        </w:rPr>
      </w:pPr>
    </w:p>
    <w:p w:rsidR="00837E98" w:rsidRDefault="00837E98">
      <w:pPr>
        <w:rPr>
          <w:b/>
        </w:rPr>
      </w:pPr>
    </w:p>
    <w:p w:rsidR="00837E98" w:rsidRDefault="00837E98">
      <w:pPr>
        <w:rPr>
          <w:b/>
        </w:rPr>
      </w:pPr>
    </w:p>
    <w:p w:rsidR="00837E98" w:rsidRDefault="00837E98">
      <w:pPr>
        <w:rPr>
          <w:b/>
        </w:rPr>
      </w:pPr>
    </w:p>
    <w:p w:rsidR="00837E98" w:rsidRDefault="00837E98">
      <w:pPr>
        <w:rPr>
          <w:b/>
        </w:rPr>
      </w:pPr>
    </w:p>
    <w:p w:rsidR="00837E98" w:rsidRDefault="00837E98">
      <w:pPr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485AF" wp14:editId="34DA0734">
                <wp:simplePos x="0" y="0"/>
                <wp:positionH relativeFrom="column">
                  <wp:posOffset>1796415</wp:posOffset>
                </wp:positionH>
                <wp:positionV relativeFrom="paragraph">
                  <wp:posOffset>-251460</wp:posOffset>
                </wp:positionV>
                <wp:extent cx="6570980" cy="729996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0980" cy="7299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208"/>
                              <w:gridCol w:w="1170"/>
                              <w:gridCol w:w="1896"/>
                              <w:gridCol w:w="1896"/>
                              <w:gridCol w:w="1896"/>
                              <w:gridCol w:w="1897"/>
                            </w:tblGrid>
                            <w:tr w:rsidR="00837E98" w:rsidTr="00717FD4">
                              <w:trPr>
                                <w:trHeight w:val="404"/>
                              </w:trPr>
                              <w:tc>
                                <w:tcPr>
                                  <w:tcW w:w="1208" w:type="dxa"/>
                                </w:tcPr>
                                <w:p w:rsidR="00837E98" w:rsidRDefault="00837E98" w:rsidP="00717FD4"/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No Evidence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Emerging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Approaching the Standard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Meeting the Standard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837E98" w:rsidRPr="001A4CAF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A4CAF">
                                    <w:rPr>
                                      <w:rFonts w:asciiTheme="majorHAnsi" w:eastAsia="Arial Black,Tahoma" w:hAnsiTheme="majorHAnsi" w:cs="Arial Black,Tahoma"/>
                                      <w:b/>
                                      <w:sz w:val="18"/>
                                      <w:szCs w:val="18"/>
                                    </w:rPr>
                                    <w:t>Extending the Standard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trHeight w:val="1134"/>
                              </w:trPr>
                              <w:tc>
                                <w:tcPr>
                                  <w:tcW w:w="1208" w:type="dxa"/>
                                  <w:vMerge w:val="restart"/>
                                  <w:shd w:val="clear" w:color="auto" w:fill="D6E3BC" w:themeFill="accent3" w:themeFillTint="66"/>
                                  <w:vAlign w:val="center"/>
                                </w:tcPr>
                                <w:p w:rsidR="00837E98" w:rsidRDefault="00837E98" w:rsidP="00717FD4">
                                  <w:pPr>
                                    <w:jc w:val="center"/>
                                  </w:pPr>
                                  <w:r>
                                    <w:t>Studio Habits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F2F2F2" w:themeFill="background1" w:themeFillShade="F2"/>
                                </w:tcPr>
                                <w:p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incomplete or insufficient evidence.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D9D9D9" w:themeFill="background1" w:themeFillShade="D9"/>
                                </w:tcPr>
                                <w:p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initial and/or inconsistent understanding of concepts, skills, and/or processes within the standards.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F2F2F2" w:themeFill="background1" w:themeFillShade="F2"/>
                                </w:tcPr>
                                <w:p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demonstrates, with some consistency, evidence of partial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evidence of thorough and consistent understanding of concepts, skills, and/or processes within the standard. 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837E98" w:rsidRPr="006770A0" w:rsidRDefault="00837E98" w:rsidP="00717FD4">
                                  <w:pPr>
                                    <w:spacing w:beforeAutospacing="1" w:afterAutospacing="1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 </w:t>
                                  </w:r>
                                  <w:r w:rsidRPr="006770A0">
                                    <w:rPr>
                                      <w:rFonts w:asciiTheme="majorHAnsi" w:eastAsia="Tahoma" w:hAnsiTheme="majorHAnsi" w:cs="Tahoma"/>
                                      <w:i/>
                                      <w:iCs/>
                                      <w:sz w:val="14"/>
                                      <w:szCs w:val="14"/>
                                    </w:rPr>
                                    <w:t>Student demonstrates the ability to transfer concepts, skills, and/or processes beyond the standard. 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trHeight w:val="284"/>
                              </w:trPr>
                              <w:tc>
                                <w:tcPr>
                                  <w:tcW w:w="1208" w:type="dxa"/>
                                  <w:vMerge/>
                                  <w:shd w:val="clear" w:color="auto" w:fill="D6E3BC" w:themeFill="accent3" w:themeFillTint="66"/>
                                  <w:vAlign w:val="center"/>
                                </w:tcPr>
                                <w:p w:rsidR="00837E98" w:rsidRPr="005E09A0" w:rsidRDefault="00837E98" w:rsidP="00717FD4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vAlign w:val="center"/>
                                </w:tcPr>
                                <w:p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ahoma" w:hAnsiTheme="majorHAnsi" w:cs="Tahoma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  <w:vAlign w:val="center"/>
                                </w:tcPr>
                                <w:p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  <w:vAlign w:val="center"/>
                                </w:tcPr>
                                <w:p w:rsidR="00837E98" w:rsidRPr="005E09A0" w:rsidRDefault="00837E98" w:rsidP="00717FD4">
                                  <w:pPr>
                                    <w:spacing w:beforeAutospacing="1" w:afterAutospacing="1"/>
                                    <w:jc w:val="center"/>
                                    <w:textAlignment w:val="baseline"/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5E09A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artworks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which show an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initial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theme of the project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developed finished artworks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based on the theme of the project</w:t>
                                  </w:r>
                                </w:p>
                                <w:p w:rsidR="00837E98" w:rsidRPr="006770A0" w:rsidRDefault="00837E98" w:rsidP="00717FD4">
                                  <w:pP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developed finished artworks that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exhibit unique and personal visual solutions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and that avoided obvious visual clichés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You created artworks breaking</w:t>
                                  </w:r>
                                  <w: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established </w:t>
                                  </w:r>
                                  <w:proofErr w:type="spell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conventions</w:t>
                                  </w:r>
                                  <w:proofErr w:type="gramStart"/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>,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making</w:t>
                                  </w:r>
                                  <w:proofErr w:type="spellEnd"/>
                                  <w:proofErr w:type="gramEnd"/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 multiple works of art based on a theme, idea, or concept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Stretch and Explore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solution/media/technique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planned and experimented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multiple solutions/media/technique in order to explore creative possibilities before deciding on your course of action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in order to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explore creative possibilities throughout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planned and experimented with multiple solutions/media/technique 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which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showed the formulation of new creative problems based on your own developments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FBD4B4" w:themeFill="accent6" w:themeFillTint="66"/>
                                  <w:textDirection w:val="btLr"/>
                                  <w:vAlign w:val="center"/>
                                </w:tcPr>
                                <w:p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persistence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in achieving quality results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based on your own observations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feedback from others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showed persistence in achieving quality results and refined work based on your own observations, feedback from others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a broader cultural context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 whether your artwork conveys the intended meaning</w:t>
                                  </w:r>
                                </w:p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</w:pP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eastAsia="Times New Roman" w:hAnsiTheme="majorHAnsi" w:cs="Times New Roman"/>
                                      <w:b/>
                                      <w:sz w:val="14"/>
                                      <w:szCs w:val="14"/>
                                      <w:lang w:eastAsia="en-US"/>
                                    </w:rPr>
                                    <w:t>apply relevant criteria to examine, reflect</w:t>
                                  </w:r>
                                  <w:r w:rsidRPr="006770A0">
                                    <w:rPr>
                                      <w:rFonts w:asciiTheme="majorHAnsi" w:eastAsia="Times New Roman" w:hAnsiTheme="majorHAnsi" w:cs="Times New Roman"/>
                                      <w:sz w:val="14"/>
                                      <w:szCs w:val="14"/>
                                      <w:lang w:eastAsia="en-US"/>
                                    </w:rPr>
                                    <w:t xml:space="preserve"> on, and explain how your artwork fits the objectives of the project</w:t>
                                  </w:r>
                                </w:p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shows a clear understanding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how the elements in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integrate form, theme and contex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t to meet the objectives of the project.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response shows a clear understanding of how the elements in your artwork integrate form, theme and context to meet the objectives of the project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and how it fits into a broader cultural context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Developing Craft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some experiments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Your ar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 xml:space="preserve">shows some skill 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>with the media used and shows some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developed skill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with the media used and 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Your artwork shows a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mastery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the media used and shows attention to detail and care and skill in construction</w:t>
                                  </w:r>
                                </w:p>
                              </w:tc>
                            </w:tr>
                            <w:tr w:rsidR="00837E98" w:rsidTr="00717FD4">
                              <w:trPr>
                                <w:cantSplit/>
                                <w:trHeight w:val="1534"/>
                              </w:trPr>
                              <w:tc>
                                <w:tcPr>
                                  <w:tcW w:w="1208" w:type="dxa"/>
                                  <w:shd w:val="clear" w:color="auto" w:fill="B6DDE8" w:themeFill="accent5" w:themeFillTint="66"/>
                                  <w:textDirection w:val="btLr"/>
                                  <w:vAlign w:val="center"/>
                                </w:tcPr>
                                <w:p w:rsidR="00837E98" w:rsidRPr="00B0178C" w:rsidRDefault="00837E98" w:rsidP="00717FD4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B0178C">
                                    <w:rPr>
                                      <w:rFonts w:asciiTheme="majorHAnsi" w:hAnsiTheme="majorHAnsi"/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6" w:type="dxa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some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considered and integrated aspects</w:t>
                                  </w: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 of your composition so that your artwork communicates your “big ideas” 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right w:val="single" w:sz="24" w:space="0" w:color="auto"/>
                                  </w:tcBorders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your artwork communicates your “big ideas” effectively</w:t>
                                  </w:r>
                                </w:p>
                              </w:tc>
                              <w:tc>
                                <w:tcPr>
                                  <w:tcW w:w="1897" w:type="dxa"/>
                                  <w:tcBorders>
                                    <w:left w:val="single" w:sz="24" w:space="0" w:color="auto"/>
                                  </w:tcBorders>
                                  <w:shd w:val="clear" w:color="auto" w:fill="EEECE1" w:themeFill="background2"/>
                                </w:tcPr>
                                <w:p w:rsidR="00837E98" w:rsidRPr="006770A0" w:rsidRDefault="00837E98" w:rsidP="00717FD4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6770A0">
                                    <w:rPr>
                                      <w:rFonts w:asciiTheme="majorHAnsi" w:hAnsiTheme="majorHAnsi"/>
                                      <w:sz w:val="14"/>
                                      <w:szCs w:val="14"/>
                                    </w:rPr>
                                    <w:t xml:space="preserve">You considered and integrated all aspects of your composition so that your artwork </w:t>
                                  </w:r>
                                  <w:r w:rsidRPr="00AA0BE0">
                                    <w:rPr>
                                      <w:rFonts w:asciiTheme="majorHAnsi" w:hAnsiTheme="majorHAnsi"/>
                                      <w:b/>
                                      <w:sz w:val="14"/>
                                      <w:szCs w:val="14"/>
                                    </w:rPr>
                                    <w:t>communicates your “big ideas” effectively into a broader cultural context</w:t>
                                  </w:r>
                                </w:p>
                              </w:tc>
                            </w:tr>
                          </w:tbl>
                          <w:p w:rsidR="00837E98" w:rsidRDefault="00837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41.45pt;margin-top:-19.75pt;width:517.4pt;height:57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208"/>
                        <w:gridCol w:w="1170"/>
                        <w:gridCol w:w="1896"/>
                        <w:gridCol w:w="1896"/>
                        <w:gridCol w:w="1896"/>
                        <w:gridCol w:w="1897"/>
                      </w:tblGrid>
                      <w:tr w:rsidR="00837E98" w:rsidTr="00717FD4">
                        <w:trPr>
                          <w:trHeight w:val="404"/>
                        </w:trPr>
                        <w:tc>
                          <w:tcPr>
                            <w:tcW w:w="1208" w:type="dxa"/>
                          </w:tcPr>
                          <w:p w:rsidR="00837E98" w:rsidRDefault="00837E98" w:rsidP="00717FD4"/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No Evidence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Emerging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Approaching the Standard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Meeting the Standard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837E98" w:rsidRPr="001A4CAF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sz w:val="18"/>
                                <w:szCs w:val="18"/>
                              </w:rPr>
                            </w:pPr>
                            <w:r w:rsidRPr="001A4CAF">
                              <w:rPr>
                                <w:rFonts w:asciiTheme="majorHAnsi" w:eastAsia="Arial Black,Tahoma" w:hAnsiTheme="majorHAnsi" w:cs="Arial Black,Tahoma"/>
                                <w:b/>
                                <w:sz w:val="18"/>
                                <w:szCs w:val="18"/>
                              </w:rPr>
                              <w:t>Extending the Standard</w:t>
                            </w:r>
                          </w:p>
                        </w:tc>
                      </w:tr>
                      <w:tr w:rsidR="00837E98" w:rsidTr="00717FD4">
                        <w:trPr>
                          <w:trHeight w:val="1134"/>
                        </w:trPr>
                        <w:tc>
                          <w:tcPr>
                            <w:tcW w:w="1208" w:type="dxa"/>
                            <w:vMerge w:val="restart"/>
                            <w:shd w:val="clear" w:color="auto" w:fill="D6E3BC" w:themeFill="accent3" w:themeFillTint="66"/>
                            <w:vAlign w:val="center"/>
                          </w:tcPr>
                          <w:p w:rsidR="00837E98" w:rsidRDefault="00837E98" w:rsidP="00717FD4">
                            <w:pPr>
                              <w:jc w:val="center"/>
                            </w:pPr>
                            <w:r>
                              <w:t>Studio Habits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F2F2F2" w:themeFill="background1" w:themeFillShade="F2"/>
                          </w:tcPr>
                          <w:p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incomplete or insufficient evidence.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D9D9D9" w:themeFill="background1" w:themeFillShade="D9"/>
                          </w:tcPr>
                          <w:p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initial and/or inconsistent understanding of concepts, skills, and/or processes within the standards. 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F2F2F2" w:themeFill="background1" w:themeFillShade="F2"/>
                          </w:tcPr>
                          <w:p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demonstrates, with some consistency, evidence of partial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evidence of thorough and consistent understanding of concepts, skills, and/or processes within the standard. 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837E98" w:rsidRPr="006770A0" w:rsidRDefault="00837E98" w:rsidP="00717FD4">
                            <w:pPr>
                              <w:spacing w:beforeAutospacing="1" w:afterAutospacing="1"/>
                              <w:textAlignment w:val="baseline"/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i/>
                                <w:iCs/>
                                <w:sz w:val="14"/>
                                <w:szCs w:val="14"/>
                              </w:rPr>
                              <w:t> </w:t>
                            </w:r>
                            <w:r w:rsidRPr="006770A0">
                              <w:rPr>
                                <w:rFonts w:asciiTheme="majorHAnsi" w:eastAsia="Tahoma" w:hAnsiTheme="majorHAnsi" w:cs="Tahoma"/>
                                <w:i/>
                                <w:iCs/>
                                <w:sz w:val="14"/>
                                <w:szCs w:val="14"/>
                              </w:rPr>
                              <w:t>Student demonstrates the ability to transfer concepts, skills, and/or processes beyond the standard. </w:t>
                            </w:r>
                          </w:p>
                        </w:tc>
                      </w:tr>
                      <w:tr w:rsidR="00837E98" w:rsidTr="00717FD4">
                        <w:trPr>
                          <w:trHeight w:val="284"/>
                        </w:trPr>
                        <w:tc>
                          <w:tcPr>
                            <w:tcW w:w="1208" w:type="dxa"/>
                            <w:vMerge/>
                            <w:shd w:val="clear" w:color="auto" w:fill="D6E3BC" w:themeFill="accent3" w:themeFillTint="66"/>
                            <w:vAlign w:val="center"/>
                          </w:tcPr>
                          <w:p w:rsidR="00837E98" w:rsidRPr="005E09A0" w:rsidRDefault="00837E98" w:rsidP="00717FD4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  <w:vAlign w:val="center"/>
                          </w:tcPr>
                          <w:p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6" w:type="dxa"/>
                            <w:vAlign w:val="center"/>
                          </w:tcPr>
                          <w:p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ahoma" w:hAnsiTheme="majorHAnsi" w:cs="Tahoma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  <w:vAlign w:val="center"/>
                          </w:tcPr>
                          <w:p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  <w:vAlign w:val="center"/>
                          </w:tcPr>
                          <w:p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  <w:vAlign w:val="center"/>
                          </w:tcPr>
                          <w:p w:rsidR="00837E98" w:rsidRPr="005E09A0" w:rsidRDefault="00837E98" w:rsidP="00717FD4">
                            <w:pPr>
                              <w:spacing w:beforeAutospacing="1" w:afterAutospacing="1"/>
                              <w:jc w:val="center"/>
                              <w:textAlignment w:val="baseline"/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5E09A0">
                              <w:rPr>
                                <w:rFonts w:asciiTheme="majorHAnsi" w:eastAsia="Times New Roman" w:hAnsiTheme="majorHAnsi" w:cs="Times New Roman"/>
                                <w:b/>
                                <w:i/>
                                <w:iCs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</w:tr>
                      <w:tr w:rsidR="00837E98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artworks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which show an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initial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theme of the project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developed finished artworks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based on the theme of the project</w:t>
                            </w:r>
                          </w:p>
                          <w:p w:rsidR="00837E98" w:rsidRPr="006770A0" w:rsidRDefault="00837E98" w:rsidP="00717FD4">
                            <w:pP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developed finished artworks that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exhibit unique and personal visual solutions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and that avoided obvious visual clichés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You created artworks breaking</w:t>
                            </w:r>
                            <w: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established </w:t>
                            </w:r>
                            <w:proofErr w:type="spell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conventions</w:t>
                            </w:r>
                            <w:proofErr w:type="gramStart"/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>,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making</w:t>
                            </w:r>
                            <w:proofErr w:type="spellEnd"/>
                            <w:proofErr w:type="gramEnd"/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 xml:space="preserve">  multiple works of art based on a theme, idea, or concept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. </w:t>
                            </w:r>
                          </w:p>
                        </w:tc>
                      </w:tr>
                      <w:tr w:rsidR="00837E98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Stretch and Explore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solution/media/technique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planned and experimented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multiple solutions/media/technique in order to explore creative possibilities before deciding on your course of action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in order to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explore creative possibilities throughout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planned and experimented with multiple solutions/media/technique 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which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showed the formulation of new creative problems based on your own developments</w:t>
                            </w:r>
                          </w:p>
                        </w:tc>
                      </w:tr>
                      <w:tr w:rsidR="00837E98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FBD4B4" w:themeFill="accent6" w:themeFillTint="66"/>
                            <w:textDirection w:val="btLr"/>
                            <w:vAlign w:val="center"/>
                          </w:tcPr>
                          <w:p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persistence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in achieving quality results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based on your own observations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feedback from others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showed persistence in achieving quality results and refined work based on your own observations, feedback from others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a broader cultural context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c>
                      </w:tr>
                      <w:tr w:rsidR="00837E98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Reflect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 whether your artwork conveys the intended meaning</w:t>
                            </w:r>
                          </w:p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</w:pP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eastAsia="Times New Roman" w:hAnsiTheme="majorHAnsi" w:cs="Times New Roman"/>
                                <w:b/>
                                <w:sz w:val="14"/>
                                <w:szCs w:val="14"/>
                                <w:lang w:eastAsia="en-US"/>
                              </w:rPr>
                              <w:t>apply relevant criteria to examine, reflect</w:t>
                            </w:r>
                            <w:r w:rsidRPr="006770A0">
                              <w:rPr>
                                <w:rFonts w:asciiTheme="majorHAnsi" w:eastAsia="Times New Roman" w:hAnsiTheme="majorHAnsi" w:cs="Times New Roman"/>
                                <w:sz w:val="14"/>
                                <w:szCs w:val="14"/>
                                <w:lang w:eastAsia="en-US"/>
                              </w:rPr>
                              <w:t xml:space="preserve"> on, and explain how your artwork fits the objectives of the project</w:t>
                            </w:r>
                          </w:p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shows a clear understanding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how the elements in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integrate form, theme and contex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t to meet the objectives of the project.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response shows a clear understanding of how the elements in your artwork integrate form, theme and context to meet the objectives of the project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and how it fits into a broader cultural context</w:t>
                            </w:r>
                          </w:p>
                        </w:tc>
                      </w:tr>
                      <w:tr w:rsidR="00837E98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Developing Craft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some experiments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Your ar</w:t>
                            </w:r>
                            <w:r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 xml:space="preserve">shows some skill 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>with the media used and shows some attention to detail and care and skill in construction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developed skill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with the media used and shows attention to detail and care and skill in construction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Your artwork shows a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mastery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the media used and shows attention to detail and care and skill in construction</w:t>
                            </w:r>
                          </w:p>
                        </w:tc>
                      </w:tr>
                      <w:tr w:rsidR="00837E98" w:rsidTr="00717FD4">
                        <w:trPr>
                          <w:cantSplit/>
                          <w:trHeight w:val="1534"/>
                        </w:trPr>
                        <w:tc>
                          <w:tcPr>
                            <w:tcW w:w="1208" w:type="dxa"/>
                            <w:shd w:val="clear" w:color="auto" w:fill="B6DDE8" w:themeFill="accent5" w:themeFillTint="66"/>
                            <w:textDirection w:val="btLr"/>
                            <w:vAlign w:val="center"/>
                          </w:tcPr>
                          <w:p w:rsidR="00837E98" w:rsidRPr="00B0178C" w:rsidRDefault="00837E98" w:rsidP="00717FD4">
                            <w:pPr>
                              <w:ind w:left="113" w:right="113"/>
                              <w:jc w:val="center"/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</w:pPr>
                            <w:r w:rsidRPr="00B0178C">
                              <w:rPr>
                                <w:rFonts w:asciiTheme="majorHAnsi" w:hAnsiTheme="majorHAnsi"/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c>
                        <w:tc>
                          <w:tcPr>
                            <w:tcW w:w="1896" w:type="dxa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some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considered and integrated aspects</w:t>
                            </w: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 of your composition so that your artwork communicates your “big ideas” 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right w:val="single" w:sz="24" w:space="0" w:color="auto"/>
                            </w:tcBorders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your artwork communicates your “big ideas” effectively</w:t>
                            </w:r>
                          </w:p>
                        </w:tc>
                        <w:tc>
                          <w:tcPr>
                            <w:tcW w:w="1897" w:type="dxa"/>
                            <w:tcBorders>
                              <w:left w:val="single" w:sz="24" w:space="0" w:color="auto"/>
                            </w:tcBorders>
                            <w:shd w:val="clear" w:color="auto" w:fill="EEECE1" w:themeFill="background2"/>
                          </w:tcPr>
                          <w:p w:rsidR="00837E98" w:rsidRPr="006770A0" w:rsidRDefault="00837E98" w:rsidP="00717FD4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770A0">
                              <w:rPr>
                                <w:rFonts w:asciiTheme="majorHAnsi" w:hAnsiTheme="majorHAnsi"/>
                                <w:sz w:val="14"/>
                                <w:szCs w:val="14"/>
                              </w:rPr>
                              <w:t xml:space="preserve">You considered and integrated all aspects of your composition so that your artwork </w:t>
                            </w:r>
                            <w:r w:rsidRPr="00AA0BE0">
                              <w:rPr>
                                <w:rFonts w:asciiTheme="majorHAnsi" w:hAnsiTheme="majorHAnsi"/>
                                <w:b/>
                                <w:sz w:val="14"/>
                                <w:szCs w:val="14"/>
                              </w:rPr>
                              <w:t>communicates your “big ideas” effectively into a broader cultural context</w:t>
                            </w:r>
                          </w:p>
                        </w:tc>
                      </w:tr>
                    </w:tbl>
                    <w:p w:rsidR="00837E98" w:rsidRDefault="00837E98"/>
                  </w:txbxContent>
                </v:textbox>
                <w10:wrap type="square"/>
              </v:shape>
            </w:pict>
          </mc:Fallback>
        </mc:AlternateContent>
      </w:r>
    </w:p>
    <w:p w:rsidR="00C3550A" w:rsidRPr="0027766E" w:rsidRDefault="00805451">
      <w:pPr>
        <w:rPr>
          <w:b/>
        </w:rPr>
      </w:pPr>
      <w:proofErr w:type="gramStart"/>
      <w:r>
        <w:rPr>
          <w:b/>
        </w:rPr>
        <w:t>click</w:t>
      </w:r>
      <w:proofErr w:type="gramEnd"/>
      <w:r>
        <w:rPr>
          <w:b/>
        </w:rPr>
        <w:t xml:space="preserve"> for </w:t>
      </w:r>
      <w:r w:rsidR="00971447">
        <w:rPr>
          <w:b/>
        </w:rPr>
        <w:t>comments</w:t>
      </w:r>
      <w:r w:rsidR="00837E98">
        <w:rPr>
          <w:b/>
        </w:rPr>
        <w:t xml:space="preserve">  </w:t>
      </w:r>
    </w:p>
    <w:sectPr w:rsidR="00C3550A" w:rsidRPr="0027766E" w:rsidSect="0027766E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 Black,Tahom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1F"/>
    <w:rsid w:val="0007391F"/>
    <w:rsid w:val="00077C89"/>
    <w:rsid w:val="000B0AD5"/>
    <w:rsid w:val="001A5744"/>
    <w:rsid w:val="00227DF4"/>
    <w:rsid w:val="0027766E"/>
    <w:rsid w:val="00287BD2"/>
    <w:rsid w:val="002E1A83"/>
    <w:rsid w:val="003A5AB0"/>
    <w:rsid w:val="003B4B99"/>
    <w:rsid w:val="005123BC"/>
    <w:rsid w:val="00515CC0"/>
    <w:rsid w:val="005E09A0"/>
    <w:rsid w:val="005F3E7F"/>
    <w:rsid w:val="0066506D"/>
    <w:rsid w:val="006D2352"/>
    <w:rsid w:val="007A394E"/>
    <w:rsid w:val="00805451"/>
    <w:rsid w:val="00820FDB"/>
    <w:rsid w:val="00837E98"/>
    <w:rsid w:val="00912575"/>
    <w:rsid w:val="00971447"/>
    <w:rsid w:val="009A176C"/>
    <w:rsid w:val="00AB1ED9"/>
    <w:rsid w:val="00BB4C28"/>
    <w:rsid w:val="00BD0C2A"/>
    <w:rsid w:val="00C15AA4"/>
    <w:rsid w:val="00C3550A"/>
    <w:rsid w:val="00DC412A"/>
    <w:rsid w:val="00E43A98"/>
    <w:rsid w:val="00EA2F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5C3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E98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E98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66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6-17%20rubrics%20(Brian):2016-17%20SPA%20standard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2016-17 SPA standards.dotx</Template>
  <TotalTime>3</TotalTime>
  <Pages>13</Pages>
  <Words>639</Words>
  <Characters>3644</Characters>
  <Application>Microsoft Macintosh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2017-02-06T04:33:00Z</dcterms:created>
  <dcterms:modified xsi:type="dcterms:W3CDTF">2017-02-06T04:38:00Z</dcterms:modified>
</cp:coreProperties>
</file>